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767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Γ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471D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E767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E76764" w:rsidRPr="00E767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Ο2.Ε26 </w:t>
            </w:r>
            <w:bookmarkStart w:id="0" w:name="_GoBack"/>
            <w:bookmarkEnd w:id="0"/>
            <w:r w:rsidR="00E76764" w:rsidRPr="00E76764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PROJECTOR</w:t>
            </w:r>
            <w:r w:rsidR="00E76764" w:rsidRPr="00E767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767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ΦΟΡΗΤΟΣ PROJECTOR 3LCD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FE320D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Τεχνολογία: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(πηγή φωτός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Εγγενής Ανάλυση:1080p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Φωτεινότητα:&gt;=1000 LUMENS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Αντιθεση:2.500.000 : 1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Aspect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ratio:16:9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Διαγώνιος οθόνης: 30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- 150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E76764" w:rsidRPr="00EF62A6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EF62A6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EF62A6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Απόσταση προβολής: ελάχιστη 1,40 m</w:t>
            </w:r>
          </w:p>
        </w:tc>
        <w:tc>
          <w:tcPr>
            <w:tcW w:w="1441" w:type="dxa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Πηγή Φωτός :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FE320D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Αλλα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Χαρκτηριστικά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Ενσωματωμένο ηχείο, Οριζόντια και κατακόρυφη διόρθωση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keystone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Άμεσο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on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off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 Αντικατοπτρισμός οθόνης</w:t>
            </w:r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5019CC" w:rsidRDefault="00E76764" w:rsidP="00E7676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Επίπεδο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θορύβου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&lt; 30 dB (normal mode)</w:t>
            </w:r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FE320D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Συνδεσιμότητα,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βασική: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1.4</w:t>
            </w:r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Εγγύηση: ≥2  χρόνια</w:t>
            </w:r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7676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76764" w:rsidRPr="00C60E4A" w:rsidRDefault="00E76764" w:rsidP="00E767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764" w:rsidRPr="00DF25B3" w:rsidRDefault="00E76764" w:rsidP="00E7676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Βάρος: &lt;= 1,3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kg</w:t>
            </w:r>
            <w:proofErr w:type="spellEnd"/>
          </w:p>
        </w:tc>
        <w:tc>
          <w:tcPr>
            <w:tcW w:w="1441" w:type="dxa"/>
          </w:tcPr>
          <w:p w:rsidR="00E76764" w:rsidRDefault="00E76764" w:rsidP="00E76764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76764" w:rsidRPr="00DF25B3" w:rsidRDefault="00E76764" w:rsidP="00E767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9471DE"/>
    <w:rsid w:val="00A40B4A"/>
    <w:rsid w:val="00C60E4A"/>
    <w:rsid w:val="00E76764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116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2025-09-10T07:26:00Z</dcterms:created>
  <dcterms:modified xsi:type="dcterms:W3CDTF">2025-09-10T07:35:00Z</dcterms:modified>
</cp:coreProperties>
</file>